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9B77C" w14:textId="77777777" w:rsidR="00A9473E" w:rsidRPr="00240524" w:rsidRDefault="00A9473E" w:rsidP="00A9473E">
      <w:pPr>
        <w:spacing w:line="240" w:lineRule="auto"/>
        <w:jc w:val="right"/>
        <w:rPr>
          <w:rFonts w:ascii="Corbel" w:hAnsi="Corbel"/>
          <w:bCs/>
          <w:i/>
        </w:rPr>
      </w:pPr>
      <w:r w:rsidRPr="00240524">
        <w:rPr>
          <w:rFonts w:ascii="Corbel" w:hAnsi="Corbel"/>
          <w:bCs/>
          <w:i/>
        </w:rPr>
        <w:t>Załącznik nr 1.5 do Zarządzenia Rektora UR  nr 12/2019</w:t>
      </w:r>
    </w:p>
    <w:p w14:paraId="1700EE3C" w14:textId="77777777" w:rsidR="00A9473E" w:rsidRPr="00240524" w:rsidRDefault="00A9473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77777777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40524">
        <w:rPr>
          <w:rFonts w:ascii="Corbel" w:hAnsi="Corbel"/>
          <w:smallCaps/>
          <w:sz w:val="24"/>
          <w:szCs w:val="24"/>
        </w:rPr>
        <w:t>2020-2022</w:t>
      </w:r>
    </w:p>
    <w:p w14:paraId="7D89C4C2" w14:textId="77777777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240524" w:rsidRPr="00240524">
        <w:rPr>
          <w:rFonts w:ascii="Corbel" w:hAnsi="Corbel"/>
          <w:sz w:val="20"/>
          <w:szCs w:val="20"/>
        </w:rPr>
        <w:t>0</w:t>
      </w:r>
      <w:r w:rsidRPr="00240524">
        <w:rPr>
          <w:rFonts w:ascii="Corbel" w:hAnsi="Corbel"/>
          <w:sz w:val="20"/>
          <w:szCs w:val="20"/>
        </w:rPr>
        <w:t>/202</w:t>
      </w:r>
      <w:r w:rsidR="00240524" w:rsidRPr="00240524">
        <w:rPr>
          <w:rFonts w:ascii="Corbel" w:hAnsi="Corbel"/>
          <w:sz w:val="20"/>
          <w:szCs w:val="20"/>
        </w:rPr>
        <w:t>1</w:t>
      </w:r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664D5CA5" w:rsidR="0085747A" w:rsidRPr="009C54AE" w:rsidRDefault="008B65E3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9017442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Zając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195293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DF6B22C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2CE43F88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 portfolio (macierz BCG; macierz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lastRenderedPageBreak/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>oraz aktywny udział w zajęciach – waga 50% oceny z 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15D6FBB1" w:rsidR="0085747A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967E3A7" w:rsidR="00C61DC5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Lozano Platonoff,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Difin,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35AA6" w14:textId="77777777" w:rsidR="009C5ABC" w:rsidRDefault="009C5ABC" w:rsidP="00C16ABF">
      <w:pPr>
        <w:spacing w:after="0" w:line="240" w:lineRule="auto"/>
      </w:pPr>
      <w:r>
        <w:separator/>
      </w:r>
    </w:p>
  </w:endnote>
  <w:endnote w:type="continuationSeparator" w:id="0">
    <w:p w14:paraId="5EBE8C95" w14:textId="77777777" w:rsidR="009C5ABC" w:rsidRDefault="009C5A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64B3C" w14:textId="77777777" w:rsidR="009C5ABC" w:rsidRDefault="009C5ABC" w:rsidP="00C16ABF">
      <w:pPr>
        <w:spacing w:after="0" w:line="240" w:lineRule="auto"/>
      </w:pPr>
      <w:r>
        <w:separator/>
      </w:r>
    </w:p>
  </w:footnote>
  <w:footnote w:type="continuationSeparator" w:id="0">
    <w:p w14:paraId="232E835B" w14:textId="77777777" w:rsidR="009C5ABC" w:rsidRDefault="009C5ABC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E3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5ABC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B1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F68D23-5C3A-4586-8CA8-6A12D38CE1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488EFC-D759-4221-91A4-BEF947951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1040</Words>
  <Characters>6244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2020-12-13T19:50:00Z</dcterms:created>
  <dcterms:modified xsi:type="dcterms:W3CDTF">2020-12-13T19:51:00Z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